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276" w:rsidRPr="004167B0" w:rsidRDefault="004167B0">
      <w:pPr>
        <w:rPr>
          <w:rFonts w:asciiTheme="minorHAnsi" w:hAnsiTheme="minorHAnsi" w:cstheme="minorHAnsi"/>
          <w:i/>
        </w:rPr>
      </w:pPr>
      <w:r w:rsidRPr="004167B0">
        <w:rPr>
          <w:rFonts w:asciiTheme="minorHAnsi" w:hAnsiTheme="minorHAnsi" w:cstheme="minorHAnsi"/>
          <w:i/>
        </w:rPr>
        <w:t>To be completed by the research team. No identifying data to be recorded.</w:t>
      </w:r>
    </w:p>
    <w:p w:rsidR="004167B0" w:rsidRDefault="004167B0">
      <w:bookmarkStart w:id="0" w:name="_GoBack"/>
      <w:bookmarkEnd w:id="0"/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3"/>
        <w:gridCol w:w="11907"/>
      </w:tblGrid>
      <w:tr w:rsidR="003C27E0" w:rsidRPr="00683914" w:rsidTr="00683914">
        <w:tc>
          <w:tcPr>
            <w:tcW w:w="2203" w:type="dxa"/>
            <w:shd w:val="clear" w:color="auto" w:fill="auto"/>
          </w:tcPr>
          <w:p w:rsidR="00BD78A6" w:rsidRPr="005C4E09" w:rsidRDefault="00CB218C" w:rsidP="00BD78A6">
            <w:pPr>
              <w:rPr>
                <w:rFonts w:ascii="Arial" w:hAnsi="Arial" w:cs="Arial"/>
                <w:sz w:val="22"/>
                <w:szCs w:val="22"/>
              </w:rPr>
            </w:pPr>
            <w:r w:rsidRPr="00061AC1">
              <w:rPr>
                <w:rFonts w:ascii="Arial" w:hAnsi="Arial" w:cs="Arial"/>
                <w:sz w:val="22"/>
                <w:szCs w:val="22"/>
              </w:rPr>
              <w:t>Study Title:</w:t>
            </w:r>
          </w:p>
        </w:tc>
        <w:tc>
          <w:tcPr>
            <w:tcW w:w="11907" w:type="dxa"/>
            <w:shd w:val="clear" w:color="auto" w:fill="auto"/>
          </w:tcPr>
          <w:p w:rsidR="003C27E0" w:rsidRPr="00683914" w:rsidRDefault="003C27E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C27E0" w:rsidRPr="00683914" w:rsidTr="00683914">
        <w:tc>
          <w:tcPr>
            <w:tcW w:w="2203" w:type="dxa"/>
            <w:shd w:val="clear" w:color="auto" w:fill="auto"/>
          </w:tcPr>
          <w:p w:rsidR="003C27E0" w:rsidRPr="00683914" w:rsidRDefault="006B3798" w:rsidP="00BD78A6">
            <w:pPr>
              <w:rPr>
                <w:rFonts w:ascii="Arial" w:hAnsi="Arial" w:cs="Arial"/>
                <w:sz w:val="22"/>
                <w:szCs w:val="22"/>
              </w:rPr>
            </w:pPr>
            <w:r w:rsidRPr="00683914">
              <w:rPr>
                <w:rFonts w:ascii="Arial" w:hAnsi="Arial" w:cs="Arial"/>
                <w:sz w:val="22"/>
                <w:szCs w:val="22"/>
              </w:rPr>
              <w:t>Investigator N</w:t>
            </w:r>
            <w:r w:rsidR="00BD78A6" w:rsidRPr="00683914">
              <w:rPr>
                <w:rFonts w:ascii="Arial" w:hAnsi="Arial" w:cs="Arial"/>
                <w:sz w:val="22"/>
                <w:szCs w:val="22"/>
              </w:rPr>
              <w:t>ame:</w:t>
            </w:r>
          </w:p>
        </w:tc>
        <w:tc>
          <w:tcPr>
            <w:tcW w:w="11907" w:type="dxa"/>
            <w:shd w:val="clear" w:color="auto" w:fill="auto"/>
          </w:tcPr>
          <w:p w:rsidR="003C27E0" w:rsidRPr="00683914" w:rsidRDefault="003C27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E2246" w:rsidRPr="00BE2246" w:rsidRDefault="00BE2246">
      <w:pPr>
        <w:rPr>
          <w:rFonts w:ascii="Arial" w:hAnsi="Arial" w:cs="Arial"/>
          <w:sz w:val="22"/>
          <w:szCs w:val="22"/>
        </w:rPr>
      </w:pPr>
    </w:p>
    <w:tbl>
      <w:tblPr>
        <w:tblW w:w="4814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3040"/>
        <w:gridCol w:w="1730"/>
        <w:gridCol w:w="1730"/>
        <w:gridCol w:w="1730"/>
        <w:gridCol w:w="1730"/>
        <w:gridCol w:w="1727"/>
      </w:tblGrid>
      <w:tr w:rsidR="00096B94" w:rsidRPr="00683914" w:rsidTr="00096B94">
        <w:trPr>
          <w:trHeight w:val="774"/>
          <w:tblHeader/>
        </w:trPr>
        <w:tc>
          <w:tcPr>
            <w:tcW w:w="649" w:type="pct"/>
            <w:shd w:val="clear" w:color="auto" w:fill="D9D9D9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Completed by (Initials)</w:t>
            </w:r>
          </w:p>
          <w:p w:rsidR="00096B94" w:rsidRPr="00B7134D" w:rsidRDefault="00096B94" w:rsidP="00B7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pct"/>
            <w:shd w:val="clear" w:color="auto" w:fill="D9D9D9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Place/Group</w:t>
            </w:r>
          </w:p>
        </w:tc>
        <w:tc>
          <w:tcPr>
            <w:tcW w:w="644" w:type="pct"/>
            <w:shd w:val="clear" w:color="auto" w:fill="D9D9D9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 xml:space="preserve">Date of Informed Consent </w:t>
            </w:r>
          </w:p>
        </w:tc>
        <w:tc>
          <w:tcPr>
            <w:tcW w:w="644" w:type="pct"/>
            <w:shd w:val="clear" w:color="auto" w:fill="C5E0B3" w:themeFill="accent6" w:themeFillTint="66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r w:rsidRPr="00B7134D">
              <w:rPr>
                <w:rFonts w:ascii="Arial" w:hAnsi="Arial" w:cs="Arial"/>
                <w:sz w:val="20"/>
                <w:szCs w:val="20"/>
              </w:rPr>
              <w:t>Woman’s Age</w:t>
            </w:r>
          </w:p>
        </w:tc>
        <w:tc>
          <w:tcPr>
            <w:tcW w:w="644" w:type="pct"/>
            <w:shd w:val="clear" w:color="auto" w:fill="C5E0B3" w:themeFill="accent6" w:themeFillTint="66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Currently pregnant? (Y/N)</w:t>
            </w:r>
          </w:p>
        </w:tc>
        <w:tc>
          <w:tcPr>
            <w:tcW w:w="644" w:type="pct"/>
            <w:shd w:val="clear" w:color="auto" w:fill="C5E0B3" w:themeFill="accent6" w:themeFillTint="66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134D">
              <w:rPr>
                <w:rFonts w:ascii="Arial" w:hAnsi="Arial" w:cs="Arial"/>
                <w:sz w:val="20"/>
                <w:szCs w:val="20"/>
              </w:rPr>
              <w:t>Weeks</w:t>
            </w:r>
            <w:proofErr w:type="spellEnd"/>
            <w:r w:rsidRPr="00B7134D">
              <w:rPr>
                <w:rFonts w:ascii="Arial" w:hAnsi="Arial" w:cs="Arial"/>
                <w:sz w:val="20"/>
                <w:szCs w:val="20"/>
              </w:rPr>
              <w:t xml:space="preserve"> gestation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" w:type="pct"/>
            <w:shd w:val="clear" w:color="auto" w:fill="C5E0B3" w:themeFill="accent6" w:themeFillTint="66"/>
          </w:tcPr>
          <w:p w:rsidR="00096B94" w:rsidRPr="00B7134D" w:rsidRDefault="00096B94" w:rsidP="00B713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Parity</w:t>
            </w: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6B94" w:rsidRPr="00683914" w:rsidTr="00096B94">
        <w:trPr>
          <w:trHeight w:val="506"/>
        </w:trPr>
        <w:tc>
          <w:tcPr>
            <w:tcW w:w="649" w:type="pct"/>
            <w:shd w:val="clear" w:color="auto" w:fill="auto"/>
          </w:tcPr>
          <w:p w:rsidR="00096B9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2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pct"/>
          </w:tcPr>
          <w:p w:rsidR="00096B94" w:rsidRPr="00683914" w:rsidRDefault="00096B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50C3" w:rsidRDefault="003250C3" w:rsidP="003250C3"/>
    <w:sectPr w:rsidR="003250C3" w:rsidSect="00AC1276">
      <w:headerReference w:type="default" r:id="rId7"/>
      <w:footerReference w:type="default" r:id="rId8"/>
      <w:pgSz w:w="16838" w:h="11906" w:orient="landscape"/>
      <w:pgMar w:top="1797" w:right="1440" w:bottom="1079" w:left="1440" w:header="709" w:footer="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EC1" w:rsidRDefault="00572EC1">
      <w:r>
        <w:separator/>
      </w:r>
    </w:p>
  </w:endnote>
  <w:endnote w:type="continuationSeparator" w:id="0">
    <w:p w:rsidR="00572EC1" w:rsidRDefault="005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E09" w:rsidRDefault="005C4E09">
    <w:pPr>
      <w:pStyle w:val="Footer"/>
      <w:jc w:val="right"/>
    </w:pPr>
    <w:r>
      <w:rPr>
        <w:lang w:val="en-US"/>
      </w:rPr>
      <w:t>Page</w:t>
    </w:r>
    <w:r>
      <w:rPr>
        <w:lang w:val="el-GR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167B0">
      <w:rPr>
        <w:b/>
        <w:bCs/>
        <w:noProof/>
      </w:rPr>
      <w:t>3</w:t>
    </w:r>
    <w:r>
      <w:rPr>
        <w:b/>
        <w:bCs/>
      </w:rPr>
      <w:fldChar w:fldCharType="end"/>
    </w:r>
    <w:r>
      <w:rPr>
        <w:lang w:val="el-GR"/>
      </w:rPr>
      <w:t xml:space="preserve"> </w:t>
    </w:r>
    <w:r>
      <w:rPr>
        <w:lang w:val="en-US"/>
      </w:rPr>
      <w:t>of</w:t>
    </w:r>
    <w:r>
      <w:rPr>
        <w:lang w:val="el-GR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167B0">
      <w:rPr>
        <w:b/>
        <w:bCs/>
        <w:noProof/>
      </w:rPr>
      <w:t>4</w:t>
    </w:r>
    <w:r>
      <w:rPr>
        <w:b/>
        <w:bCs/>
      </w:rPr>
      <w:fldChar w:fldCharType="end"/>
    </w:r>
  </w:p>
  <w:p w:rsidR="005C4E09" w:rsidRDefault="005C4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EC1" w:rsidRDefault="00572EC1">
      <w:r>
        <w:separator/>
      </w:r>
    </w:p>
  </w:footnote>
  <w:footnote w:type="continuationSeparator" w:id="0">
    <w:p w:rsidR="00572EC1" w:rsidRDefault="00572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77" w:rsidRPr="00F27B0E" w:rsidRDefault="00931D77" w:rsidP="00F27B0E">
    <w:pPr>
      <w:pStyle w:val="Header"/>
      <w:jc w:val="right"/>
      <w:rPr>
        <w:b/>
      </w:rPr>
    </w:pPr>
  </w:p>
  <w:p w:rsidR="00F27B0E" w:rsidRDefault="00F27B0E" w:rsidP="00BE2246">
    <w:pPr>
      <w:jc w:val="center"/>
      <w:rPr>
        <w:rFonts w:ascii="Arial" w:hAnsi="Arial" w:cs="Arial"/>
        <w:b/>
      </w:rPr>
    </w:pPr>
  </w:p>
  <w:p w:rsidR="00931D77" w:rsidRPr="00BE2246" w:rsidRDefault="00DD5AD0" w:rsidP="00BE2246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PARTICIPAN</w:t>
    </w:r>
    <w:r w:rsidR="00042658">
      <w:rPr>
        <w:rFonts w:ascii="Arial" w:hAnsi="Arial" w:cs="Arial"/>
        <w:b/>
      </w:rPr>
      <w:t>TS</w:t>
    </w:r>
    <w:r w:rsidR="00931D77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DEMOGRAPHICS</w:t>
    </w:r>
    <w:r w:rsidR="00931D77">
      <w:rPr>
        <w:rFonts w:ascii="Arial" w:hAnsi="Arial" w:cs="Arial"/>
        <w:b/>
      </w:rPr>
      <w:t xml:space="preserve"> 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387A"/>
    <w:multiLevelType w:val="hybridMultilevel"/>
    <w:tmpl w:val="99C8F35A"/>
    <w:lvl w:ilvl="0" w:tplc="A31C0E4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646"/>
    <w:multiLevelType w:val="hybridMultilevel"/>
    <w:tmpl w:val="F8AC7694"/>
    <w:lvl w:ilvl="0" w:tplc="58669A4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A7605"/>
    <w:multiLevelType w:val="hybridMultilevel"/>
    <w:tmpl w:val="48CADEF0"/>
    <w:lvl w:ilvl="0" w:tplc="3A345DF8">
      <w:start w:val="10"/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zMzYztDQ3NTe3sLBU0lEKTi0uzszPAykwqgUAJ4/AKywAAAA="/>
  </w:docVars>
  <w:rsids>
    <w:rsidRoot w:val="00BE2246"/>
    <w:rsid w:val="0000269D"/>
    <w:rsid w:val="00021E36"/>
    <w:rsid w:val="00031E72"/>
    <w:rsid w:val="00042658"/>
    <w:rsid w:val="00061AC1"/>
    <w:rsid w:val="00096B94"/>
    <w:rsid w:val="000E73A8"/>
    <w:rsid w:val="0010743B"/>
    <w:rsid w:val="001147D2"/>
    <w:rsid w:val="00135BFB"/>
    <w:rsid w:val="001B645E"/>
    <w:rsid w:val="001D38BB"/>
    <w:rsid w:val="00262F74"/>
    <w:rsid w:val="00283035"/>
    <w:rsid w:val="00294D8A"/>
    <w:rsid w:val="00296D6C"/>
    <w:rsid w:val="002A0650"/>
    <w:rsid w:val="003250C3"/>
    <w:rsid w:val="00330801"/>
    <w:rsid w:val="003A4A61"/>
    <w:rsid w:val="003A7C55"/>
    <w:rsid w:val="003C27E0"/>
    <w:rsid w:val="00404DA1"/>
    <w:rsid w:val="004167B0"/>
    <w:rsid w:val="00461B22"/>
    <w:rsid w:val="00493088"/>
    <w:rsid w:val="004D2EDE"/>
    <w:rsid w:val="004D5703"/>
    <w:rsid w:val="005077F2"/>
    <w:rsid w:val="005135CA"/>
    <w:rsid w:val="00530264"/>
    <w:rsid w:val="00572EC1"/>
    <w:rsid w:val="00593477"/>
    <w:rsid w:val="005945EF"/>
    <w:rsid w:val="005B597A"/>
    <w:rsid w:val="005C4E09"/>
    <w:rsid w:val="005D7BFF"/>
    <w:rsid w:val="005F4DEE"/>
    <w:rsid w:val="00683914"/>
    <w:rsid w:val="006B3798"/>
    <w:rsid w:val="0071657A"/>
    <w:rsid w:val="007612A7"/>
    <w:rsid w:val="007B48AE"/>
    <w:rsid w:val="007F3815"/>
    <w:rsid w:val="00837ECF"/>
    <w:rsid w:val="008C1C1B"/>
    <w:rsid w:val="008F635A"/>
    <w:rsid w:val="00931D77"/>
    <w:rsid w:val="009C2F68"/>
    <w:rsid w:val="00A02020"/>
    <w:rsid w:val="00A235EE"/>
    <w:rsid w:val="00A330A9"/>
    <w:rsid w:val="00A60943"/>
    <w:rsid w:val="00A8400A"/>
    <w:rsid w:val="00AC1276"/>
    <w:rsid w:val="00AE40FE"/>
    <w:rsid w:val="00B7134D"/>
    <w:rsid w:val="00B938F1"/>
    <w:rsid w:val="00BD78A6"/>
    <w:rsid w:val="00BE2246"/>
    <w:rsid w:val="00C37AB6"/>
    <w:rsid w:val="00C56AB8"/>
    <w:rsid w:val="00C6671B"/>
    <w:rsid w:val="00CB218C"/>
    <w:rsid w:val="00D12E75"/>
    <w:rsid w:val="00D203F3"/>
    <w:rsid w:val="00D50EF8"/>
    <w:rsid w:val="00D93A23"/>
    <w:rsid w:val="00DD5AD0"/>
    <w:rsid w:val="00E00B98"/>
    <w:rsid w:val="00E14937"/>
    <w:rsid w:val="00E25FFA"/>
    <w:rsid w:val="00EF2F09"/>
    <w:rsid w:val="00F27B0E"/>
    <w:rsid w:val="00F52147"/>
    <w:rsid w:val="00FE14B8"/>
    <w:rsid w:val="00FE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BB61BE3"/>
  <w15:chartTrackingRefBased/>
  <w15:docId w15:val="{7EEB5753-4F4D-44C5-B850-5403DD83E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22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E224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E2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A0650"/>
  </w:style>
  <w:style w:type="paragraph" w:styleId="FootnoteText">
    <w:name w:val="footnote text"/>
    <w:basedOn w:val="Normal"/>
    <w:semiHidden/>
    <w:rsid w:val="00C37AB6"/>
    <w:rPr>
      <w:sz w:val="20"/>
      <w:szCs w:val="20"/>
    </w:rPr>
  </w:style>
  <w:style w:type="character" w:styleId="FootnoteReference">
    <w:name w:val="footnote reference"/>
    <w:semiHidden/>
    <w:rsid w:val="00C37AB6"/>
    <w:rPr>
      <w:vertAlign w:val="superscript"/>
    </w:rPr>
  </w:style>
  <w:style w:type="paragraph" w:styleId="BalloonText">
    <w:name w:val="Balloon Text"/>
    <w:basedOn w:val="Normal"/>
    <w:semiHidden/>
    <w:rsid w:val="00404DA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5C4E09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DA69D9F6</Template>
  <TotalTime>5</TotalTime>
  <Pages>4</Pages>
  <Words>33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Study No:</vt:lpstr>
      <vt:lpstr>Study No:</vt:lpstr>
    </vt:vector>
  </TitlesOfParts>
  <Company>Sheffield Teaching Hospitals NHS Trust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No:</dc:title>
  <dc:subject/>
  <dc:creator>HudsonPM</dc:creator>
  <cp:keywords/>
  <dc:description/>
  <cp:lastModifiedBy>Nicola Crossland &lt;Research Support Team&gt;</cp:lastModifiedBy>
  <cp:revision>5</cp:revision>
  <cp:lastPrinted>2005-07-26T12:43:00Z</cp:lastPrinted>
  <dcterms:created xsi:type="dcterms:W3CDTF">2019-05-15T14:29:00Z</dcterms:created>
  <dcterms:modified xsi:type="dcterms:W3CDTF">2019-05-16T08:53:00Z</dcterms:modified>
</cp:coreProperties>
</file>